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9E3254" w:rsidRPr="00C01BBA">
        <w:trPr>
          <w:trHeight w:val="1739"/>
        </w:trPr>
        <w:tc>
          <w:tcPr>
            <w:tcW w:w="9540" w:type="dxa"/>
          </w:tcPr>
          <w:p w:rsidR="009E3254" w:rsidRPr="00C01BBA" w:rsidRDefault="009E3254" w:rsidP="00ED78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20" w:color="000000" w:fill="FFFFFF"/>
              <w:jc w:val="center"/>
              <w:rPr>
                <w:b/>
                <w:sz w:val="22"/>
                <w:szCs w:val="22"/>
              </w:rPr>
            </w:pPr>
            <w:r w:rsidRPr="00C01BBA">
              <w:rPr>
                <w:b/>
                <w:sz w:val="22"/>
                <w:szCs w:val="22"/>
              </w:rPr>
              <w:t>PROPUESTA A CONSEJO DE GOBIERNO</w:t>
            </w:r>
          </w:p>
          <w:p w:rsidR="001D502A" w:rsidRPr="00C01BBA" w:rsidRDefault="009E2646" w:rsidP="001D502A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01BBA">
              <w:rPr>
                <w:sz w:val="22"/>
                <w:szCs w:val="22"/>
              </w:rPr>
              <w:t>APROBACIÓN DE</w:t>
            </w:r>
            <w:r w:rsidR="00BC1395" w:rsidRPr="00C01BBA">
              <w:rPr>
                <w:sz w:val="22"/>
                <w:szCs w:val="22"/>
              </w:rPr>
              <w:t xml:space="preserve"> </w:t>
            </w:r>
            <w:r w:rsidR="00702806" w:rsidRPr="00C01BBA">
              <w:rPr>
                <w:sz w:val="22"/>
                <w:szCs w:val="22"/>
              </w:rPr>
              <w:t>L</w:t>
            </w:r>
            <w:r w:rsidR="00BC1395" w:rsidRPr="00C01BBA">
              <w:rPr>
                <w:sz w:val="22"/>
                <w:szCs w:val="22"/>
              </w:rPr>
              <w:t>A MODIFICACIÓN DEL</w:t>
            </w:r>
            <w:r w:rsidR="00452B59" w:rsidRPr="00C01BBA">
              <w:rPr>
                <w:sz w:val="22"/>
                <w:szCs w:val="22"/>
              </w:rPr>
              <w:t xml:space="preserve"> REGLAMENTO DE SELECCIÓN, CONTRATACIÓN Y NOMBRAMIENTO DEL PERSONAL DE ADMINISTRACIÓN Y SERVICIOS DE LA UNIVERSIDAD DE CÁDIZ</w:t>
            </w:r>
          </w:p>
          <w:p w:rsidR="00790C50" w:rsidRPr="00C01BBA" w:rsidRDefault="00790C50" w:rsidP="00790C50">
            <w:pPr>
              <w:rPr>
                <w:sz w:val="22"/>
                <w:szCs w:val="22"/>
                <w:lang w:val="es-ES_tradnl"/>
              </w:rPr>
            </w:pPr>
          </w:p>
          <w:p w:rsidR="00790C50" w:rsidRPr="00C01BBA" w:rsidRDefault="00790C50" w:rsidP="00790C50">
            <w:pPr>
              <w:rPr>
                <w:b/>
                <w:sz w:val="22"/>
                <w:szCs w:val="22"/>
              </w:rPr>
            </w:pPr>
            <w:r w:rsidRPr="00C01BBA">
              <w:rPr>
                <w:b/>
                <w:sz w:val="22"/>
                <w:szCs w:val="22"/>
              </w:rPr>
              <w:t>1.- EXPOSICIÓN DE MOTIVOS:</w:t>
            </w:r>
          </w:p>
          <w:p w:rsidR="00C01BBA" w:rsidRDefault="00C01BBA" w:rsidP="00C01BBA">
            <w:pPr>
              <w:jc w:val="both"/>
              <w:rPr>
                <w:rFonts w:cs="Arial"/>
                <w:sz w:val="22"/>
                <w:szCs w:val="22"/>
              </w:rPr>
            </w:pPr>
            <w:r w:rsidRPr="00C01BBA">
              <w:rPr>
                <w:rFonts w:cs="Arial"/>
                <w:sz w:val="22"/>
                <w:szCs w:val="22"/>
              </w:rPr>
              <w:t>A propuesta de la Gerencia, el Consejo de Gobierno, en su sesión ordinaria de 18 de diciembre de 2017, aprobó por asentimiento el “Reglamento UCA/CG06/2017, de 18 de diciembre, de selección, contratación y nombramiento de Personal de Administración y Servicios de la Universidad de Cádiz”</w:t>
            </w:r>
            <w:r w:rsidR="0035010F">
              <w:rPr>
                <w:rFonts w:cs="Arial"/>
                <w:sz w:val="22"/>
                <w:szCs w:val="22"/>
              </w:rPr>
              <w:t>, entrando en vigor el 20 de diciembre de 2017.</w:t>
            </w:r>
          </w:p>
          <w:p w:rsidR="0035010F" w:rsidRDefault="0035010F" w:rsidP="00C01BBA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35010F" w:rsidRPr="00C01BBA" w:rsidRDefault="0035010F" w:rsidP="00C01BBA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El desarrollo de los procesos selectivos regulados en dicho Reglamento, así como, la </w:t>
            </w:r>
            <w:r w:rsidR="00097B65">
              <w:rPr>
                <w:rFonts w:cs="Arial"/>
                <w:sz w:val="22"/>
                <w:szCs w:val="22"/>
              </w:rPr>
              <w:t xml:space="preserve">nueva normativa vinculada a los mismos, </w:t>
            </w:r>
            <w:r w:rsidR="00E10E60">
              <w:rPr>
                <w:rFonts w:cs="Arial"/>
                <w:sz w:val="22"/>
                <w:szCs w:val="22"/>
              </w:rPr>
              <w:t>aconseja su revisión y actualización.</w:t>
            </w:r>
          </w:p>
          <w:p w:rsidR="00452B59" w:rsidRPr="00C01BBA" w:rsidRDefault="00452B59" w:rsidP="009E2646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AC58E7" w:rsidRPr="00C01BBA" w:rsidRDefault="00EE3AA7" w:rsidP="009E2646">
            <w:pPr>
              <w:jc w:val="both"/>
              <w:rPr>
                <w:rFonts w:cs="Arial"/>
                <w:sz w:val="22"/>
                <w:szCs w:val="22"/>
              </w:rPr>
            </w:pPr>
            <w:r w:rsidRPr="00C01BBA">
              <w:rPr>
                <w:rFonts w:cs="Arial"/>
                <w:sz w:val="22"/>
                <w:szCs w:val="22"/>
              </w:rPr>
              <w:t xml:space="preserve">Una vez </w:t>
            </w:r>
            <w:r w:rsidR="002B3245" w:rsidRPr="00C01BBA">
              <w:rPr>
                <w:rFonts w:cs="Arial"/>
                <w:sz w:val="22"/>
                <w:szCs w:val="22"/>
              </w:rPr>
              <w:t>acordado en la mesa de temas comunes del Personal de Administración y Servicio</w:t>
            </w:r>
            <w:r w:rsidR="00C01BBA" w:rsidRPr="00C01BBA">
              <w:rPr>
                <w:rFonts w:cs="Arial"/>
                <w:sz w:val="22"/>
                <w:szCs w:val="22"/>
              </w:rPr>
              <w:t xml:space="preserve"> de 15 de febrero de 2019</w:t>
            </w:r>
            <w:r w:rsidR="00452B59" w:rsidRPr="00C01BBA">
              <w:rPr>
                <w:rFonts w:cs="Arial"/>
                <w:sz w:val="22"/>
                <w:szCs w:val="22"/>
              </w:rPr>
              <w:t xml:space="preserve">, </w:t>
            </w:r>
            <w:r w:rsidR="00E10E60">
              <w:rPr>
                <w:rFonts w:cs="Arial"/>
                <w:sz w:val="22"/>
                <w:szCs w:val="22"/>
              </w:rPr>
              <w:t xml:space="preserve">y analizadas las alegaciones recibidos en el correspondiente trámite de alegaciones, </w:t>
            </w:r>
            <w:r w:rsidR="00AC58E7" w:rsidRPr="00C01BBA">
              <w:rPr>
                <w:rFonts w:cs="Arial"/>
                <w:sz w:val="22"/>
                <w:szCs w:val="22"/>
              </w:rPr>
              <w:t xml:space="preserve">procede proponer </w:t>
            </w:r>
            <w:r w:rsidRPr="00C01BBA">
              <w:rPr>
                <w:rFonts w:cs="Arial"/>
                <w:sz w:val="22"/>
                <w:szCs w:val="22"/>
              </w:rPr>
              <w:t>su</w:t>
            </w:r>
            <w:r w:rsidR="00AC58E7" w:rsidRPr="00C01BBA">
              <w:rPr>
                <w:rFonts w:cs="Arial"/>
                <w:sz w:val="22"/>
                <w:szCs w:val="22"/>
              </w:rPr>
              <w:t xml:space="preserve"> aprobación </w:t>
            </w:r>
            <w:r w:rsidRPr="00C01BBA">
              <w:rPr>
                <w:rFonts w:cs="Arial"/>
                <w:sz w:val="22"/>
                <w:szCs w:val="22"/>
              </w:rPr>
              <w:t>para</w:t>
            </w:r>
            <w:r w:rsidR="00452B59" w:rsidRPr="00C01BBA">
              <w:rPr>
                <w:rFonts w:cs="Arial"/>
                <w:sz w:val="22"/>
                <w:szCs w:val="22"/>
              </w:rPr>
              <w:t xml:space="preserve"> regir los procedimientos de selección, contratación y nombramiento del </w:t>
            </w:r>
            <w:r w:rsidR="00C01BBA" w:rsidRPr="00C01BBA">
              <w:rPr>
                <w:rFonts w:cs="Arial"/>
                <w:sz w:val="22"/>
                <w:szCs w:val="22"/>
              </w:rPr>
              <w:t>Personal de Administración y S</w:t>
            </w:r>
            <w:r w:rsidR="00452B59" w:rsidRPr="00C01BBA">
              <w:rPr>
                <w:rFonts w:cs="Arial"/>
                <w:sz w:val="22"/>
                <w:szCs w:val="22"/>
              </w:rPr>
              <w:t>ervicios de la Universidad de Cádiz</w:t>
            </w:r>
            <w:r w:rsidR="00AC58E7" w:rsidRPr="00C01BBA">
              <w:rPr>
                <w:rFonts w:cs="Arial"/>
                <w:sz w:val="22"/>
                <w:szCs w:val="22"/>
              </w:rPr>
              <w:t>.</w:t>
            </w:r>
          </w:p>
          <w:p w:rsidR="00702806" w:rsidRPr="00C01BBA" w:rsidRDefault="00702806" w:rsidP="00790C50">
            <w:pPr>
              <w:jc w:val="both"/>
              <w:rPr>
                <w:sz w:val="22"/>
                <w:szCs w:val="22"/>
              </w:rPr>
            </w:pPr>
          </w:p>
          <w:p w:rsidR="00790C50" w:rsidRPr="00C01BBA" w:rsidRDefault="00790C50" w:rsidP="00790C50">
            <w:pPr>
              <w:rPr>
                <w:b/>
                <w:sz w:val="22"/>
                <w:szCs w:val="22"/>
              </w:rPr>
            </w:pPr>
            <w:r w:rsidRPr="00C01BBA">
              <w:rPr>
                <w:b/>
                <w:sz w:val="22"/>
                <w:szCs w:val="22"/>
              </w:rPr>
              <w:t>2.- FUNDAMENTACIÓN:</w:t>
            </w:r>
          </w:p>
          <w:p w:rsidR="00790C50" w:rsidRPr="00C01BBA" w:rsidRDefault="00790C50" w:rsidP="00790C50">
            <w:pPr>
              <w:jc w:val="both"/>
              <w:rPr>
                <w:sz w:val="22"/>
                <w:szCs w:val="22"/>
                <w:lang w:val="es-ES_tradnl"/>
              </w:rPr>
            </w:pPr>
            <w:r w:rsidRPr="00C01BBA">
              <w:rPr>
                <w:sz w:val="22"/>
                <w:szCs w:val="22"/>
                <w:lang w:val="es-ES_tradnl"/>
              </w:rPr>
              <w:t>La presente propuesta se fundamenta en la siguiente normativa:</w:t>
            </w:r>
          </w:p>
          <w:p w:rsidR="00452B59" w:rsidRPr="00C01BBA" w:rsidRDefault="00626ED6" w:rsidP="00790C50">
            <w:pPr>
              <w:numPr>
                <w:ilvl w:val="0"/>
                <w:numId w:val="25"/>
              </w:numPr>
              <w:jc w:val="both"/>
              <w:rPr>
                <w:sz w:val="22"/>
                <w:szCs w:val="22"/>
                <w:lang w:val="es-ES_tradnl"/>
              </w:rPr>
            </w:pPr>
            <w:r w:rsidRPr="00C01BBA">
              <w:rPr>
                <w:sz w:val="22"/>
                <w:szCs w:val="22"/>
                <w:lang w:val="es-ES_tradnl"/>
              </w:rPr>
              <w:t>Artículo</w:t>
            </w:r>
            <w:r w:rsidR="00EE3AA7" w:rsidRPr="00C01BBA">
              <w:rPr>
                <w:sz w:val="22"/>
                <w:szCs w:val="22"/>
                <w:lang w:val="es-ES_tradnl"/>
              </w:rPr>
              <w:t>s</w:t>
            </w:r>
            <w:r w:rsidRPr="00C01BBA">
              <w:rPr>
                <w:sz w:val="22"/>
                <w:szCs w:val="22"/>
                <w:lang w:val="es-ES_tradnl"/>
              </w:rPr>
              <w:t xml:space="preserve"> </w:t>
            </w:r>
            <w:r w:rsidR="00452B59" w:rsidRPr="00C01BBA">
              <w:rPr>
                <w:sz w:val="22"/>
                <w:szCs w:val="22"/>
                <w:lang w:val="es-ES_tradnl"/>
              </w:rPr>
              <w:t xml:space="preserve">46 y </w:t>
            </w:r>
            <w:r w:rsidR="004316AF" w:rsidRPr="00C01BBA">
              <w:rPr>
                <w:sz w:val="22"/>
                <w:szCs w:val="22"/>
                <w:lang w:val="es-ES_tradnl"/>
              </w:rPr>
              <w:t>1</w:t>
            </w:r>
            <w:r w:rsidR="00452B59" w:rsidRPr="00C01BBA">
              <w:rPr>
                <w:sz w:val="22"/>
                <w:szCs w:val="22"/>
                <w:lang w:val="es-ES_tradnl"/>
              </w:rPr>
              <w:t>51</w:t>
            </w:r>
            <w:r w:rsidR="00EE3AA7" w:rsidRPr="00C01BBA">
              <w:rPr>
                <w:sz w:val="22"/>
                <w:szCs w:val="22"/>
                <w:lang w:val="es-ES_tradnl"/>
              </w:rPr>
              <w:t xml:space="preserve"> </w:t>
            </w:r>
            <w:r w:rsidR="00AC58E7" w:rsidRPr="00C01BBA">
              <w:rPr>
                <w:sz w:val="22"/>
                <w:szCs w:val="22"/>
                <w:lang w:val="es-ES_tradnl"/>
              </w:rPr>
              <w:t xml:space="preserve">del </w:t>
            </w:r>
            <w:r w:rsidR="00452B59" w:rsidRPr="00C01BBA">
              <w:rPr>
                <w:sz w:val="22"/>
                <w:szCs w:val="22"/>
                <w:lang w:val="es-ES_tradnl"/>
              </w:rPr>
              <w:t>Estatuto de la Universidad de Cádiz.</w:t>
            </w:r>
          </w:p>
          <w:p w:rsidR="00626ED6" w:rsidRPr="00C01BBA" w:rsidRDefault="004316AF" w:rsidP="00790C50">
            <w:pPr>
              <w:numPr>
                <w:ilvl w:val="0"/>
                <w:numId w:val="25"/>
              </w:numPr>
              <w:jc w:val="both"/>
              <w:rPr>
                <w:sz w:val="22"/>
                <w:szCs w:val="22"/>
                <w:lang w:val="es-ES_tradnl"/>
              </w:rPr>
            </w:pPr>
            <w:r w:rsidRPr="00C01BBA">
              <w:rPr>
                <w:sz w:val="22"/>
                <w:szCs w:val="22"/>
                <w:lang w:val="es-ES_tradnl"/>
              </w:rPr>
              <w:t xml:space="preserve">Texto Refundido de la Ley del </w:t>
            </w:r>
            <w:r w:rsidR="00AC58E7" w:rsidRPr="00C01BBA">
              <w:rPr>
                <w:sz w:val="22"/>
                <w:szCs w:val="22"/>
                <w:lang w:val="es-ES_tradnl"/>
              </w:rPr>
              <w:t>Estatuto Básico del Empleado Público.</w:t>
            </w:r>
          </w:p>
          <w:p w:rsidR="002B31FF" w:rsidRPr="00C01BBA" w:rsidRDefault="002B31FF" w:rsidP="00790C50">
            <w:pPr>
              <w:numPr>
                <w:ilvl w:val="0"/>
                <w:numId w:val="25"/>
              </w:numPr>
              <w:jc w:val="both"/>
              <w:rPr>
                <w:sz w:val="22"/>
                <w:szCs w:val="22"/>
                <w:lang w:val="es-ES_tradnl"/>
              </w:rPr>
            </w:pPr>
            <w:r w:rsidRPr="00C01BBA">
              <w:rPr>
                <w:sz w:val="22"/>
                <w:szCs w:val="22"/>
                <w:lang w:val="es-ES_tradnl"/>
              </w:rPr>
              <w:t>Ley Orgánica 6/2001, de 21 de diciembre, de Universidades.</w:t>
            </w:r>
          </w:p>
          <w:p w:rsidR="004316AF" w:rsidRPr="00C01BBA" w:rsidRDefault="004316AF" w:rsidP="00790C50">
            <w:pPr>
              <w:numPr>
                <w:ilvl w:val="0"/>
                <w:numId w:val="25"/>
              </w:numPr>
              <w:jc w:val="both"/>
              <w:rPr>
                <w:sz w:val="22"/>
                <w:szCs w:val="22"/>
                <w:lang w:val="es-ES_tradnl"/>
              </w:rPr>
            </w:pPr>
            <w:r w:rsidRPr="00C01BBA">
              <w:rPr>
                <w:sz w:val="22"/>
                <w:szCs w:val="22"/>
                <w:lang w:val="es-ES_tradnl"/>
              </w:rPr>
              <w:t>IV Convenio Colectivo del PAS laboral de las Universidades Públicas de Andalucía</w:t>
            </w:r>
          </w:p>
          <w:p w:rsidR="00790C50" w:rsidRPr="00C01BBA" w:rsidRDefault="00790C50" w:rsidP="00790C50">
            <w:pPr>
              <w:rPr>
                <w:b/>
                <w:sz w:val="22"/>
                <w:szCs w:val="22"/>
                <w:lang w:val="es-ES_tradnl"/>
              </w:rPr>
            </w:pPr>
          </w:p>
          <w:p w:rsidR="00790C50" w:rsidRPr="00C01BBA" w:rsidRDefault="00790C50" w:rsidP="00790C50">
            <w:pPr>
              <w:rPr>
                <w:b/>
                <w:sz w:val="22"/>
                <w:szCs w:val="22"/>
              </w:rPr>
            </w:pPr>
            <w:r w:rsidRPr="00C01BBA">
              <w:rPr>
                <w:b/>
                <w:sz w:val="22"/>
                <w:szCs w:val="22"/>
              </w:rPr>
              <w:t>3.- ACUERDO:</w:t>
            </w:r>
          </w:p>
          <w:p w:rsidR="00210A36" w:rsidRPr="00C01BBA" w:rsidRDefault="00C01BBA" w:rsidP="00AC58E7">
            <w:pPr>
              <w:widowControl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1BBA">
              <w:rPr>
                <w:b/>
                <w:sz w:val="22"/>
                <w:szCs w:val="22"/>
              </w:rPr>
              <w:t>Único</w:t>
            </w:r>
            <w:r w:rsidRPr="00C01BBA">
              <w:rPr>
                <w:sz w:val="22"/>
                <w:szCs w:val="22"/>
              </w:rPr>
              <w:t>. -</w:t>
            </w:r>
            <w:r w:rsidR="004023ED" w:rsidRPr="00C01BBA">
              <w:rPr>
                <w:sz w:val="22"/>
                <w:szCs w:val="22"/>
              </w:rPr>
              <w:t xml:space="preserve"> </w:t>
            </w:r>
            <w:r w:rsidR="00AC58E7" w:rsidRPr="00C01BBA">
              <w:rPr>
                <w:sz w:val="22"/>
                <w:szCs w:val="22"/>
              </w:rPr>
              <w:t>Aprobación</w:t>
            </w:r>
            <w:r w:rsidR="002B31FF" w:rsidRPr="00C01BBA">
              <w:rPr>
                <w:sz w:val="22"/>
                <w:szCs w:val="22"/>
              </w:rPr>
              <w:t>, si procede, de</w:t>
            </w:r>
            <w:r w:rsidRPr="00C01BBA">
              <w:rPr>
                <w:sz w:val="22"/>
                <w:szCs w:val="22"/>
              </w:rPr>
              <w:t xml:space="preserve"> </w:t>
            </w:r>
            <w:r w:rsidR="002B31FF" w:rsidRPr="00C01BBA">
              <w:rPr>
                <w:sz w:val="22"/>
                <w:szCs w:val="22"/>
              </w:rPr>
              <w:t>l</w:t>
            </w:r>
            <w:r w:rsidRPr="00C01BBA">
              <w:rPr>
                <w:sz w:val="22"/>
                <w:szCs w:val="22"/>
              </w:rPr>
              <w:t>a modificación del</w:t>
            </w:r>
            <w:r w:rsidR="002B31FF" w:rsidRPr="00C01BBA">
              <w:rPr>
                <w:sz w:val="22"/>
                <w:szCs w:val="22"/>
              </w:rPr>
              <w:t xml:space="preserve"> Reglamento de selección, contratación y nombramiento del Personal de Administración y Servicios de la Universidad de Cádiz</w:t>
            </w:r>
            <w:r w:rsidR="00210A36" w:rsidRPr="00C01BBA">
              <w:rPr>
                <w:sz w:val="22"/>
                <w:szCs w:val="22"/>
              </w:rPr>
              <w:t xml:space="preserve">. </w:t>
            </w:r>
          </w:p>
          <w:p w:rsidR="006106DD" w:rsidRPr="00C01BBA" w:rsidRDefault="006106DD" w:rsidP="00455741">
            <w:pPr>
              <w:tabs>
                <w:tab w:val="left" w:pos="4500"/>
                <w:tab w:val="left" w:pos="7380"/>
              </w:tabs>
              <w:rPr>
                <w:sz w:val="22"/>
                <w:szCs w:val="22"/>
              </w:rPr>
            </w:pPr>
          </w:p>
          <w:p w:rsidR="00061136" w:rsidRPr="00C01BBA" w:rsidRDefault="00061136" w:rsidP="00455741">
            <w:pPr>
              <w:tabs>
                <w:tab w:val="left" w:pos="4500"/>
                <w:tab w:val="left" w:pos="7380"/>
              </w:tabs>
              <w:rPr>
                <w:b/>
                <w:sz w:val="22"/>
                <w:szCs w:val="22"/>
              </w:rPr>
            </w:pPr>
            <w:r w:rsidRPr="00C01BBA">
              <w:rPr>
                <w:b/>
                <w:sz w:val="22"/>
                <w:szCs w:val="22"/>
              </w:rPr>
              <w:t>4.- DOCUMENTACIÓN QUE SE ACOMPAÑA:</w:t>
            </w:r>
          </w:p>
          <w:p w:rsidR="00E10E60" w:rsidRDefault="00E10E60" w:rsidP="00C2501D">
            <w:pPr>
              <w:pStyle w:val="Prrafodelista"/>
              <w:numPr>
                <w:ilvl w:val="0"/>
                <w:numId w:val="26"/>
              </w:numPr>
              <w:tabs>
                <w:tab w:val="left" w:pos="4500"/>
                <w:tab w:val="left" w:pos="7380"/>
              </w:tabs>
              <w:ind w:left="176" w:hanging="142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Propuestas de modificación del </w:t>
            </w:r>
            <w:r w:rsidR="002B31FF" w:rsidRPr="00C01BBA">
              <w:rPr>
                <w:sz w:val="22"/>
                <w:szCs w:val="22"/>
              </w:rPr>
              <w:t>Reglamento de selección, contratación y nombramiento del Personal de Administración y Servicios de la Universidad de Cádiz</w:t>
            </w:r>
            <w:r>
              <w:rPr>
                <w:sz w:val="22"/>
                <w:szCs w:val="22"/>
              </w:rPr>
              <w:t>.</w:t>
            </w:r>
          </w:p>
          <w:p w:rsidR="004023ED" w:rsidRPr="00C01BBA" w:rsidRDefault="004023ED" w:rsidP="00455741">
            <w:pPr>
              <w:tabs>
                <w:tab w:val="left" w:pos="4500"/>
                <w:tab w:val="left" w:pos="7380"/>
              </w:tabs>
              <w:rPr>
                <w:sz w:val="22"/>
                <w:szCs w:val="22"/>
              </w:rPr>
            </w:pPr>
          </w:p>
          <w:p w:rsidR="00790C50" w:rsidRPr="00C01BBA" w:rsidRDefault="003A23C8" w:rsidP="00455741">
            <w:pPr>
              <w:tabs>
                <w:tab w:val="left" w:pos="4500"/>
                <w:tab w:val="left" w:pos="7380"/>
              </w:tabs>
              <w:rPr>
                <w:sz w:val="22"/>
                <w:szCs w:val="22"/>
              </w:rPr>
            </w:pPr>
            <w:r w:rsidRPr="00C01BBA">
              <w:rPr>
                <w:sz w:val="22"/>
                <w:szCs w:val="22"/>
              </w:rPr>
              <w:t xml:space="preserve">Cádiz, </w:t>
            </w:r>
            <w:r w:rsidR="00C01BBA" w:rsidRPr="00C01BBA">
              <w:rPr>
                <w:sz w:val="22"/>
                <w:szCs w:val="22"/>
              </w:rPr>
              <w:t>20</w:t>
            </w:r>
            <w:r w:rsidR="00873C4F" w:rsidRPr="00C01BBA">
              <w:rPr>
                <w:sz w:val="22"/>
                <w:szCs w:val="22"/>
              </w:rPr>
              <w:t xml:space="preserve"> de</w:t>
            </w:r>
            <w:r w:rsidR="00C01BBA">
              <w:rPr>
                <w:sz w:val="22"/>
                <w:szCs w:val="22"/>
              </w:rPr>
              <w:t xml:space="preserve"> febrero </w:t>
            </w:r>
            <w:r w:rsidR="00E97DC7" w:rsidRPr="00C01BBA">
              <w:rPr>
                <w:sz w:val="22"/>
                <w:szCs w:val="22"/>
              </w:rPr>
              <w:t>de 201</w:t>
            </w:r>
            <w:r w:rsidR="00C01BBA">
              <w:rPr>
                <w:sz w:val="22"/>
                <w:szCs w:val="22"/>
              </w:rPr>
              <w:t>9</w:t>
            </w:r>
            <w:r w:rsidR="00C0732B" w:rsidRPr="00C01BBA">
              <w:rPr>
                <w:sz w:val="22"/>
                <w:szCs w:val="22"/>
              </w:rPr>
              <w:t xml:space="preserve"> </w:t>
            </w:r>
          </w:p>
          <w:p w:rsidR="00580B81" w:rsidRPr="00C01BBA" w:rsidRDefault="00580B81" w:rsidP="00790C50">
            <w:pPr>
              <w:tabs>
                <w:tab w:val="left" w:pos="4500"/>
                <w:tab w:val="left" w:pos="7380"/>
              </w:tabs>
              <w:rPr>
                <w:sz w:val="22"/>
                <w:szCs w:val="22"/>
              </w:rPr>
            </w:pPr>
          </w:p>
          <w:p w:rsidR="00793F15" w:rsidRPr="00C01BBA" w:rsidRDefault="00873C4F" w:rsidP="007C37E3">
            <w:pPr>
              <w:rPr>
                <w:sz w:val="22"/>
                <w:szCs w:val="22"/>
              </w:rPr>
            </w:pPr>
            <w:r w:rsidRPr="00C01BBA">
              <w:rPr>
                <w:sz w:val="22"/>
                <w:szCs w:val="22"/>
              </w:rPr>
              <w:t>Alberto Tejero Navarro</w:t>
            </w:r>
          </w:p>
          <w:p w:rsidR="00873C4F" w:rsidRPr="00C01BBA" w:rsidRDefault="00873C4F" w:rsidP="007C37E3">
            <w:pPr>
              <w:rPr>
                <w:sz w:val="22"/>
                <w:szCs w:val="22"/>
              </w:rPr>
            </w:pPr>
            <w:r w:rsidRPr="00C01BBA">
              <w:rPr>
                <w:sz w:val="22"/>
                <w:szCs w:val="22"/>
              </w:rPr>
              <w:t>Gerente</w:t>
            </w:r>
          </w:p>
        </w:tc>
      </w:tr>
    </w:tbl>
    <w:p w:rsidR="001D502A" w:rsidRDefault="001D502A" w:rsidP="00072F32">
      <w:pPr>
        <w:tabs>
          <w:tab w:val="left" w:pos="4500"/>
          <w:tab w:val="left" w:pos="7380"/>
        </w:tabs>
      </w:pPr>
    </w:p>
    <w:sectPr w:rsidR="001D502A" w:rsidSect="001E6D3E">
      <w:headerReference w:type="even" r:id="rId7"/>
      <w:headerReference w:type="default" r:id="rId8"/>
      <w:headerReference w:type="first" r:id="rId9"/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152" w:rsidRDefault="00BF7152">
      <w:r>
        <w:separator/>
      </w:r>
    </w:p>
  </w:endnote>
  <w:endnote w:type="continuationSeparator" w:id="0">
    <w:p w:rsidR="00BF7152" w:rsidRDefault="00BF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55 Roman">
    <w:altName w:val="Times New Roman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152" w:rsidRDefault="00BF7152">
      <w:r>
        <w:separator/>
      </w:r>
    </w:p>
  </w:footnote>
  <w:footnote w:type="continuationSeparator" w:id="0">
    <w:p w:rsidR="00BF7152" w:rsidRDefault="00BF7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F87" w:rsidRDefault="009D7D2E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>
          <wp:extent cx="2057400" cy="939800"/>
          <wp:effectExtent l="0" t="0" r="0" b="0"/>
          <wp:docPr id="1" name="Imagen 1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3F87" w:rsidRDefault="00933F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0"/>
      <w:gridCol w:w="3039"/>
      <w:gridCol w:w="200"/>
      <w:gridCol w:w="3274"/>
    </w:tblGrid>
    <w:tr w:rsidR="00933F87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933F87" w:rsidRDefault="009D7D2E" w:rsidP="00AA661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39800"/>
                <wp:effectExtent l="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3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933F87" w:rsidRDefault="009D7D2E" w:rsidP="00AA6615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>
                <wp:extent cx="31750" cy="939800"/>
                <wp:effectExtent l="0" t="0" r="635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750" cy="93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  <w:tcBorders>
            <w:bottom w:val="nil"/>
          </w:tcBorders>
        </w:tcPr>
        <w:p w:rsidR="00933F87" w:rsidRDefault="00933F87" w:rsidP="009B630A">
          <w:pPr>
            <w:pStyle w:val="Titulo1"/>
          </w:pPr>
        </w:p>
        <w:p w:rsidR="00933F87" w:rsidRDefault="00933F87" w:rsidP="009B630A">
          <w:pPr>
            <w:pStyle w:val="Titulo1"/>
          </w:pPr>
        </w:p>
        <w:p w:rsidR="00933F87" w:rsidRDefault="00933F87" w:rsidP="009B630A">
          <w:pPr>
            <w:pStyle w:val="Titulo1"/>
          </w:pPr>
          <w:r>
            <w:t>Gerencia</w:t>
          </w:r>
        </w:p>
        <w:p w:rsidR="00933F87" w:rsidRDefault="00933F87" w:rsidP="00AA6615">
          <w:pPr>
            <w:pStyle w:val="Titulo1"/>
          </w:pPr>
          <w:r>
            <w:t>Area de Personal</w:t>
          </w:r>
        </w:p>
      </w:tc>
      <w:tc>
        <w:tcPr>
          <w:tcW w:w="193" w:type="dxa"/>
          <w:tcBorders>
            <w:bottom w:val="nil"/>
          </w:tcBorders>
        </w:tcPr>
        <w:p w:rsidR="00933F87" w:rsidRDefault="009D7D2E" w:rsidP="00AA6615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31750" cy="939800"/>
                <wp:effectExtent l="0" t="0" r="635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750" cy="93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8" w:type="dxa"/>
          <w:tcBorders>
            <w:bottom w:val="nil"/>
          </w:tcBorders>
        </w:tcPr>
        <w:p w:rsidR="00933F87" w:rsidRDefault="00933F87" w:rsidP="00AA6615">
          <w:pPr>
            <w:pStyle w:val="Textoencabezado"/>
          </w:pPr>
        </w:p>
        <w:p w:rsidR="00933F87" w:rsidRDefault="00933F87" w:rsidP="00AA6615">
          <w:pPr>
            <w:pStyle w:val="Textoencabezado"/>
          </w:pPr>
        </w:p>
        <w:p w:rsidR="00933F87" w:rsidRDefault="00933F87" w:rsidP="00AA6615">
          <w:pPr>
            <w:pStyle w:val="Textoencabezado"/>
          </w:pPr>
          <w:r>
            <w:t>C/ Ancha, 10. 11001 Cádiz.</w:t>
          </w:r>
        </w:p>
        <w:p w:rsidR="00933F87" w:rsidRDefault="00933F87" w:rsidP="00AA6615">
          <w:pPr>
            <w:pStyle w:val="Textoencabezado"/>
          </w:pPr>
          <w:r>
            <w:t>Tel. 956015039. Fax. 956015088</w:t>
          </w:r>
        </w:p>
        <w:p w:rsidR="00933F87" w:rsidRDefault="00933F87" w:rsidP="00AA6615">
          <w:pPr>
            <w:pStyle w:val="Textoencabezado"/>
          </w:pPr>
          <w:r>
            <w:t>http://www-personal.uca.es</w:t>
          </w:r>
        </w:p>
        <w:p w:rsidR="00933F87" w:rsidRDefault="00933F87" w:rsidP="00AA6615">
          <w:pPr>
            <w:pStyle w:val="Textoencabezado"/>
          </w:pPr>
          <w:r>
            <w:t>planificación.personal@uca.es</w:t>
          </w:r>
        </w:p>
      </w:tc>
    </w:tr>
  </w:tbl>
  <w:p w:rsidR="00933F87" w:rsidRPr="00093DE7" w:rsidRDefault="00933F87" w:rsidP="009B630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3"/>
      <w:gridCol w:w="184"/>
      <w:gridCol w:w="6143"/>
    </w:tblGrid>
    <w:tr w:rsidR="00605E0E" w:rsidRPr="00904749" w:rsidTr="00605E0E">
      <w:trPr>
        <w:cantSplit/>
        <w:trHeight w:val="1545"/>
      </w:trPr>
      <w:tc>
        <w:tcPr>
          <w:tcW w:w="3463" w:type="dxa"/>
          <w:tcBorders>
            <w:bottom w:val="nil"/>
          </w:tcBorders>
        </w:tcPr>
        <w:p w:rsidR="00605E0E" w:rsidRDefault="009D7D2E" w:rsidP="000A0755">
          <w:pPr>
            <w:tabs>
              <w:tab w:val="left" w:pos="1730"/>
              <w:tab w:val="left" w:pos="4500"/>
              <w:tab w:val="left" w:pos="7380"/>
            </w:tabs>
            <w:spacing w:before="60"/>
          </w:pPr>
          <w:r>
            <w:rPr>
              <w:noProof/>
            </w:rPr>
            <w:drawing>
              <wp:inline distT="0" distB="0" distL="0" distR="0">
                <wp:extent cx="1739900" cy="895350"/>
                <wp:effectExtent l="0" t="0" r="0" b="0"/>
                <wp:docPr id="5" name="Imagen 5" descr="Logo_uca_horizontal_wor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uca_horizontal_wor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99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bottom w:val="nil"/>
          </w:tcBorders>
          <w:vAlign w:val="center"/>
        </w:tcPr>
        <w:p w:rsidR="00605E0E" w:rsidRDefault="009D7D2E" w:rsidP="000A0755">
          <w:pPr>
            <w:tabs>
              <w:tab w:val="left" w:pos="4500"/>
              <w:tab w:val="left" w:pos="7380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6350" cy="685800"/>
                <wp:effectExtent l="0" t="0" r="0" b="0"/>
                <wp:docPr id="6" name="Imagen 6" descr="Barra_vertic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Barra_vertical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43" w:type="dxa"/>
          <w:tcBorders>
            <w:bottom w:val="nil"/>
          </w:tcBorders>
        </w:tcPr>
        <w:p w:rsidR="00605E0E" w:rsidRPr="00904749" w:rsidRDefault="00605E0E" w:rsidP="000A0755">
          <w:pPr>
            <w:pStyle w:val="Titulo1"/>
            <w:rPr>
              <w:rFonts w:ascii="Garamond" w:hAnsi="Garamond"/>
              <w:szCs w:val="16"/>
            </w:rPr>
          </w:pPr>
        </w:p>
        <w:p w:rsidR="00605E0E" w:rsidRPr="00904749" w:rsidRDefault="00702806" w:rsidP="000A0755">
          <w:pPr>
            <w:pStyle w:val="Titulo1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Gerencia</w:t>
          </w:r>
        </w:p>
        <w:p w:rsidR="00605E0E" w:rsidRPr="00904749" w:rsidRDefault="00605E0E" w:rsidP="000A0755">
          <w:pPr>
            <w:pStyle w:val="Titulo1"/>
            <w:rPr>
              <w:rFonts w:ascii="Garamond" w:hAnsi="Garamond"/>
              <w:szCs w:val="16"/>
            </w:rPr>
          </w:pPr>
          <w:r w:rsidRPr="00904749">
            <w:rPr>
              <w:rFonts w:ascii="Garamond" w:hAnsi="Garamond"/>
              <w:szCs w:val="16"/>
            </w:rPr>
            <w:t>Área de Personal</w:t>
          </w:r>
        </w:p>
      </w:tc>
    </w:tr>
  </w:tbl>
  <w:p w:rsidR="00933F87" w:rsidRPr="00AB69E3" w:rsidRDefault="00933F87" w:rsidP="00AB69E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50137C"/>
    <w:multiLevelType w:val="hybridMultilevel"/>
    <w:tmpl w:val="CDF4B3A8"/>
    <w:lvl w:ilvl="0" w:tplc="2B9C46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340906"/>
    <w:multiLevelType w:val="hybridMultilevel"/>
    <w:tmpl w:val="A4B6874E"/>
    <w:lvl w:ilvl="0" w:tplc="0DEC6FB4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15"/>
  </w:num>
  <w:num w:numId="5">
    <w:abstractNumId w:val="5"/>
  </w:num>
  <w:num w:numId="6">
    <w:abstractNumId w:val="25"/>
  </w:num>
  <w:num w:numId="7">
    <w:abstractNumId w:val="24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7"/>
  </w:num>
  <w:num w:numId="13">
    <w:abstractNumId w:val="16"/>
  </w:num>
  <w:num w:numId="14">
    <w:abstractNumId w:val="6"/>
  </w:num>
  <w:num w:numId="15">
    <w:abstractNumId w:val="23"/>
  </w:num>
  <w:num w:numId="16">
    <w:abstractNumId w:val="21"/>
  </w:num>
  <w:num w:numId="17">
    <w:abstractNumId w:val="17"/>
  </w:num>
  <w:num w:numId="18">
    <w:abstractNumId w:val="22"/>
  </w:num>
  <w:num w:numId="19">
    <w:abstractNumId w:val="3"/>
  </w:num>
  <w:num w:numId="20">
    <w:abstractNumId w:val="19"/>
  </w:num>
  <w:num w:numId="21">
    <w:abstractNumId w:val="18"/>
  </w:num>
  <w:num w:numId="22">
    <w:abstractNumId w:val="10"/>
  </w:num>
  <w:num w:numId="23">
    <w:abstractNumId w:val="13"/>
  </w:num>
  <w:num w:numId="24">
    <w:abstractNumId w:val="1"/>
  </w:num>
  <w:num w:numId="25">
    <w:abstractNumId w:val="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6F"/>
    <w:rsid w:val="000028F3"/>
    <w:rsid w:val="0000453C"/>
    <w:rsid w:val="00014EAB"/>
    <w:rsid w:val="00016073"/>
    <w:rsid w:val="0002062F"/>
    <w:rsid w:val="000206F9"/>
    <w:rsid w:val="00022401"/>
    <w:rsid w:val="00025F7A"/>
    <w:rsid w:val="000468DE"/>
    <w:rsid w:val="00055696"/>
    <w:rsid w:val="00061136"/>
    <w:rsid w:val="00072F32"/>
    <w:rsid w:val="00086717"/>
    <w:rsid w:val="000930CF"/>
    <w:rsid w:val="00093DE7"/>
    <w:rsid w:val="00097B65"/>
    <w:rsid w:val="000A0755"/>
    <w:rsid w:val="000E648E"/>
    <w:rsid w:val="0010307D"/>
    <w:rsid w:val="00105C6F"/>
    <w:rsid w:val="00113167"/>
    <w:rsid w:val="00116176"/>
    <w:rsid w:val="00120493"/>
    <w:rsid w:val="00171A1E"/>
    <w:rsid w:val="0017717D"/>
    <w:rsid w:val="0019262C"/>
    <w:rsid w:val="00192A28"/>
    <w:rsid w:val="001974B5"/>
    <w:rsid w:val="00197809"/>
    <w:rsid w:val="001A77A2"/>
    <w:rsid w:val="001C0A7E"/>
    <w:rsid w:val="001D3128"/>
    <w:rsid w:val="001D502A"/>
    <w:rsid w:val="001E6D3E"/>
    <w:rsid w:val="001F157C"/>
    <w:rsid w:val="001F1BA2"/>
    <w:rsid w:val="001F3518"/>
    <w:rsid w:val="00210A36"/>
    <w:rsid w:val="00214091"/>
    <w:rsid w:val="00216259"/>
    <w:rsid w:val="00220A9C"/>
    <w:rsid w:val="00225395"/>
    <w:rsid w:val="0022752A"/>
    <w:rsid w:val="0025272E"/>
    <w:rsid w:val="002611EF"/>
    <w:rsid w:val="00265A38"/>
    <w:rsid w:val="00270618"/>
    <w:rsid w:val="002B31FF"/>
    <w:rsid w:val="002B3245"/>
    <w:rsid w:val="002C3C04"/>
    <w:rsid w:val="002D1077"/>
    <w:rsid w:val="002F5B59"/>
    <w:rsid w:val="002F7C59"/>
    <w:rsid w:val="00301CF0"/>
    <w:rsid w:val="0035010F"/>
    <w:rsid w:val="003620AA"/>
    <w:rsid w:val="003716CD"/>
    <w:rsid w:val="00372B98"/>
    <w:rsid w:val="00375063"/>
    <w:rsid w:val="003814F6"/>
    <w:rsid w:val="00384A04"/>
    <w:rsid w:val="003877A7"/>
    <w:rsid w:val="003920E1"/>
    <w:rsid w:val="003A23C8"/>
    <w:rsid w:val="003A2DFA"/>
    <w:rsid w:val="003A3CFD"/>
    <w:rsid w:val="003B29F3"/>
    <w:rsid w:val="003B479E"/>
    <w:rsid w:val="003C1E09"/>
    <w:rsid w:val="003C366A"/>
    <w:rsid w:val="003D6760"/>
    <w:rsid w:val="003E2FED"/>
    <w:rsid w:val="003E3AB5"/>
    <w:rsid w:val="003F7500"/>
    <w:rsid w:val="004023ED"/>
    <w:rsid w:val="00405826"/>
    <w:rsid w:val="004156F3"/>
    <w:rsid w:val="00425F92"/>
    <w:rsid w:val="004316AF"/>
    <w:rsid w:val="004321B0"/>
    <w:rsid w:val="004411C6"/>
    <w:rsid w:val="00452B59"/>
    <w:rsid w:val="004548EE"/>
    <w:rsid w:val="00455741"/>
    <w:rsid w:val="00464058"/>
    <w:rsid w:val="00464C09"/>
    <w:rsid w:val="00466D17"/>
    <w:rsid w:val="00487966"/>
    <w:rsid w:val="00495390"/>
    <w:rsid w:val="004A0272"/>
    <w:rsid w:val="004A1886"/>
    <w:rsid w:val="004C6879"/>
    <w:rsid w:val="004C6C5A"/>
    <w:rsid w:val="004E1D96"/>
    <w:rsid w:val="004F19F7"/>
    <w:rsid w:val="004F76A8"/>
    <w:rsid w:val="00501510"/>
    <w:rsid w:val="00527736"/>
    <w:rsid w:val="00532EE5"/>
    <w:rsid w:val="0054098C"/>
    <w:rsid w:val="005416D6"/>
    <w:rsid w:val="00546B62"/>
    <w:rsid w:val="00547D4F"/>
    <w:rsid w:val="00554C39"/>
    <w:rsid w:val="00580B81"/>
    <w:rsid w:val="005821B9"/>
    <w:rsid w:val="00586E06"/>
    <w:rsid w:val="00595DF3"/>
    <w:rsid w:val="005A7562"/>
    <w:rsid w:val="005B2406"/>
    <w:rsid w:val="005C389C"/>
    <w:rsid w:val="005C4E08"/>
    <w:rsid w:val="005C5CDB"/>
    <w:rsid w:val="005F45F4"/>
    <w:rsid w:val="005F5893"/>
    <w:rsid w:val="00605E0E"/>
    <w:rsid w:val="006106DD"/>
    <w:rsid w:val="00610CE7"/>
    <w:rsid w:val="006165E5"/>
    <w:rsid w:val="00622B18"/>
    <w:rsid w:val="00626ED6"/>
    <w:rsid w:val="006315D6"/>
    <w:rsid w:val="00632905"/>
    <w:rsid w:val="00632EDA"/>
    <w:rsid w:val="006426E7"/>
    <w:rsid w:val="0064751B"/>
    <w:rsid w:val="00657453"/>
    <w:rsid w:val="00657D6A"/>
    <w:rsid w:val="00673FBA"/>
    <w:rsid w:val="006753D8"/>
    <w:rsid w:val="00686990"/>
    <w:rsid w:val="006C241D"/>
    <w:rsid w:val="006D0941"/>
    <w:rsid w:val="006D7FEC"/>
    <w:rsid w:val="006E0096"/>
    <w:rsid w:val="006F174F"/>
    <w:rsid w:val="006F738E"/>
    <w:rsid w:val="007008D1"/>
    <w:rsid w:val="00702806"/>
    <w:rsid w:val="0078583F"/>
    <w:rsid w:val="00790C50"/>
    <w:rsid w:val="00792EDA"/>
    <w:rsid w:val="00793F15"/>
    <w:rsid w:val="007954E9"/>
    <w:rsid w:val="007A29BD"/>
    <w:rsid w:val="007A3FB7"/>
    <w:rsid w:val="007B0821"/>
    <w:rsid w:val="007C37E3"/>
    <w:rsid w:val="00813BA8"/>
    <w:rsid w:val="008330AB"/>
    <w:rsid w:val="0083467E"/>
    <w:rsid w:val="008606FD"/>
    <w:rsid w:val="00861D4E"/>
    <w:rsid w:val="008647CF"/>
    <w:rsid w:val="008664A9"/>
    <w:rsid w:val="00873C10"/>
    <w:rsid w:val="00873C4F"/>
    <w:rsid w:val="00873F22"/>
    <w:rsid w:val="00874299"/>
    <w:rsid w:val="008808C2"/>
    <w:rsid w:val="00885B74"/>
    <w:rsid w:val="008A3D28"/>
    <w:rsid w:val="008A6F2A"/>
    <w:rsid w:val="008C6747"/>
    <w:rsid w:val="008D61A2"/>
    <w:rsid w:val="008E0982"/>
    <w:rsid w:val="008F31E1"/>
    <w:rsid w:val="008F5E68"/>
    <w:rsid w:val="008F5FF3"/>
    <w:rsid w:val="00902BD4"/>
    <w:rsid w:val="009073F2"/>
    <w:rsid w:val="00910DA8"/>
    <w:rsid w:val="00933F87"/>
    <w:rsid w:val="00972AE9"/>
    <w:rsid w:val="00975AEF"/>
    <w:rsid w:val="0098288F"/>
    <w:rsid w:val="00993F27"/>
    <w:rsid w:val="009A4726"/>
    <w:rsid w:val="009A476C"/>
    <w:rsid w:val="009B630A"/>
    <w:rsid w:val="009D7D2E"/>
    <w:rsid w:val="009E2646"/>
    <w:rsid w:val="009E3254"/>
    <w:rsid w:val="00A0080D"/>
    <w:rsid w:val="00A06F9A"/>
    <w:rsid w:val="00A1136F"/>
    <w:rsid w:val="00A128A2"/>
    <w:rsid w:val="00A142DC"/>
    <w:rsid w:val="00A15656"/>
    <w:rsid w:val="00A16202"/>
    <w:rsid w:val="00A23692"/>
    <w:rsid w:val="00A25D5B"/>
    <w:rsid w:val="00A3095A"/>
    <w:rsid w:val="00A32667"/>
    <w:rsid w:val="00A55B2A"/>
    <w:rsid w:val="00A57C73"/>
    <w:rsid w:val="00A72206"/>
    <w:rsid w:val="00A74BC1"/>
    <w:rsid w:val="00A9481E"/>
    <w:rsid w:val="00AA198B"/>
    <w:rsid w:val="00AA6615"/>
    <w:rsid w:val="00AB1482"/>
    <w:rsid w:val="00AB336B"/>
    <w:rsid w:val="00AB34FF"/>
    <w:rsid w:val="00AB69E3"/>
    <w:rsid w:val="00AC58E7"/>
    <w:rsid w:val="00AD3021"/>
    <w:rsid w:val="00AD4D2B"/>
    <w:rsid w:val="00AE39C3"/>
    <w:rsid w:val="00AE679C"/>
    <w:rsid w:val="00AF23E5"/>
    <w:rsid w:val="00B07874"/>
    <w:rsid w:val="00B21CD4"/>
    <w:rsid w:val="00B312D5"/>
    <w:rsid w:val="00B5324F"/>
    <w:rsid w:val="00B66437"/>
    <w:rsid w:val="00B80B3B"/>
    <w:rsid w:val="00B843CF"/>
    <w:rsid w:val="00B870B9"/>
    <w:rsid w:val="00B9211D"/>
    <w:rsid w:val="00BA36FB"/>
    <w:rsid w:val="00BB709A"/>
    <w:rsid w:val="00BB71B2"/>
    <w:rsid w:val="00BC1113"/>
    <w:rsid w:val="00BC1395"/>
    <w:rsid w:val="00BC4114"/>
    <w:rsid w:val="00BD52BC"/>
    <w:rsid w:val="00BE138F"/>
    <w:rsid w:val="00BF7152"/>
    <w:rsid w:val="00C01844"/>
    <w:rsid w:val="00C01BBA"/>
    <w:rsid w:val="00C05D9F"/>
    <w:rsid w:val="00C0732B"/>
    <w:rsid w:val="00C1019B"/>
    <w:rsid w:val="00C11742"/>
    <w:rsid w:val="00C16C60"/>
    <w:rsid w:val="00C2083C"/>
    <w:rsid w:val="00C219F0"/>
    <w:rsid w:val="00C2501D"/>
    <w:rsid w:val="00C30E4E"/>
    <w:rsid w:val="00C52126"/>
    <w:rsid w:val="00C564C1"/>
    <w:rsid w:val="00C6028A"/>
    <w:rsid w:val="00C82160"/>
    <w:rsid w:val="00C83EB8"/>
    <w:rsid w:val="00CA2931"/>
    <w:rsid w:val="00CA6623"/>
    <w:rsid w:val="00CA7EA5"/>
    <w:rsid w:val="00CC1C0F"/>
    <w:rsid w:val="00D204B8"/>
    <w:rsid w:val="00D24517"/>
    <w:rsid w:val="00D2479B"/>
    <w:rsid w:val="00D32696"/>
    <w:rsid w:val="00D40C5F"/>
    <w:rsid w:val="00D4529E"/>
    <w:rsid w:val="00D7707E"/>
    <w:rsid w:val="00D77BA0"/>
    <w:rsid w:val="00DC5171"/>
    <w:rsid w:val="00DD400B"/>
    <w:rsid w:val="00DD6D2A"/>
    <w:rsid w:val="00DF6CBF"/>
    <w:rsid w:val="00DF777A"/>
    <w:rsid w:val="00E10B12"/>
    <w:rsid w:val="00E10E60"/>
    <w:rsid w:val="00E14659"/>
    <w:rsid w:val="00E22BEA"/>
    <w:rsid w:val="00E33B0E"/>
    <w:rsid w:val="00E45F0D"/>
    <w:rsid w:val="00E46316"/>
    <w:rsid w:val="00E466DD"/>
    <w:rsid w:val="00E77BE8"/>
    <w:rsid w:val="00E95E36"/>
    <w:rsid w:val="00E97DC7"/>
    <w:rsid w:val="00EB7FDA"/>
    <w:rsid w:val="00EC2BE6"/>
    <w:rsid w:val="00EC6D59"/>
    <w:rsid w:val="00ED3006"/>
    <w:rsid w:val="00ED32A6"/>
    <w:rsid w:val="00ED4D23"/>
    <w:rsid w:val="00ED78FD"/>
    <w:rsid w:val="00EE3AA7"/>
    <w:rsid w:val="00F04B61"/>
    <w:rsid w:val="00F05B41"/>
    <w:rsid w:val="00F079B9"/>
    <w:rsid w:val="00F12AD2"/>
    <w:rsid w:val="00F213FA"/>
    <w:rsid w:val="00F216A2"/>
    <w:rsid w:val="00F362B3"/>
    <w:rsid w:val="00F530A2"/>
    <w:rsid w:val="00F55221"/>
    <w:rsid w:val="00F624E5"/>
    <w:rsid w:val="00F81E17"/>
    <w:rsid w:val="00F84E3C"/>
    <w:rsid w:val="00F86409"/>
    <w:rsid w:val="00F94FD2"/>
    <w:rsid w:val="00FB716D"/>
    <w:rsid w:val="00FB7278"/>
    <w:rsid w:val="00FC0588"/>
    <w:rsid w:val="00FC1D6F"/>
    <w:rsid w:val="00FD647B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4FC6F2"/>
  <w15:docId w15:val="{35A5A913-1B28-4033-9EA4-E5E16ED4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next w:val="Normal"/>
    <w:qFormat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customStyle="1" w:styleId="Textoencabezado">
    <w:name w:val="Texto encabezado"/>
    <w:pPr>
      <w:widowControl w:val="0"/>
    </w:pPr>
    <w:rPr>
      <w:rFonts w:ascii="Helvetica 55 Roman" w:hAnsi="Helvetica 55 Roman"/>
      <w:color w:val="717579"/>
      <w:sz w:val="16"/>
    </w:rPr>
  </w:style>
  <w:style w:type="paragraph" w:styleId="Textoindependiente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paragraph" w:customStyle="1" w:styleId="Titulo1">
    <w:name w:val="Titulo1"/>
    <w:aliases w:val="Subemisor 2"/>
    <w:basedOn w:val="Ttulo1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206F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206F9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AE39C3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8A3D28"/>
    <w:rPr>
      <w:rFonts w:ascii="Garamond" w:hAnsi="Garamond"/>
      <w:szCs w:val="24"/>
      <w:lang w:val="es-ES" w:eastAsia="es-ES" w:bidi="ar-SA"/>
    </w:rPr>
  </w:style>
  <w:style w:type="paragraph" w:styleId="Prrafodelista">
    <w:name w:val="List Paragraph"/>
    <w:basedOn w:val="Normal"/>
    <w:uiPriority w:val="34"/>
    <w:qFormat/>
    <w:rsid w:val="00C2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18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</dc:creator>
  <cp:lastModifiedBy>rmm</cp:lastModifiedBy>
  <cp:revision>7</cp:revision>
  <cp:lastPrinted>2015-07-17T10:23:00Z</cp:lastPrinted>
  <dcterms:created xsi:type="dcterms:W3CDTF">2019-02-18T10:04:00Z</dcterms:created>
  <dcterms:modified xsi:type="dcterms:W3CDTF">2019-02-18T13:37:00Z</dcterms:modified>
</cp:coreProperties>
</file>